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36520B3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F00B99" w:rsidRPr="00F00B99">
        <w:rPr>
          <w:rFonts w:ascii="Calibri" w:eastAsia="Calibri" w:hAnsi="Calibri" w:cs="Times New Roman"/>
          <w:b/>
          <w:bCs/>
          <w:sz w:val="22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Piotrków Tryb.- w obrębie gmin: Tuszyn, Dłutów, Czarnocin, Grabica, Moszczenica i Będków</w:t>
      </w:r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POST/DYS/OLD/GZ/0</w:t>
      </w:r>
      <w:r w:rsidR="00F00B99">
        <w:rPr>
          <w:rFonts w:cstheme="minorHAnsi"/>
          <w:b/>
        </w:rPr>
        <w:t>0086</w:t>
      </w:r>
      <w:r w:rsidR="00C67198" w:rsidRPr="00C67198">
        <w:rPr>
          <w:rFonts w:cstheme="minorHAnsi"/>
          <w:b/>
        </w:rPr>
        <w:t>/202</w:t>
      </w:r>
      <w:r w:rsidR="00F00B99">
        <w:rPr>
          <w:rFonts w:cstheme="minorHAnsi"/>
          <w:b/>
        </w:rPr>
        <w:t>6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3F9415D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F00B99">
            <w:rPr>
              <w:rFonts w:asciiTheme="majorHAnsi" w:hAnsiTheme="majorHAnsi"/>
              <w:color w:val="000000" w:themeColor="text1"/>
              <w:sz w:val="14"/>
              <w:szCs w:val="18"/>
            </w:rPr>
            <w:t>0086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F00B99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49A"/>
    <w:rsid w:val="00310CB3"/>
    <w:rsid w:val="00314DA7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4B50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1974"/>
    <w:rsid w:val="00535E9B"/>
    <w:rsid w:val="005370C5"/>
    <w:rsid w:val="00543F54"/>
    <w:rsid w:val="00545120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17E3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10355"/>
    <w:rsid w:val="00720ED1"/>
    <w:rsid w:val="007246D0"/>
    <w:rsid w:val="00726BF1"/>
    <w:rsid w:val="00727EC1"/>
    <w:rsid w:val="0073187A"/>
    <w:rsid w:val="00732243"/>
    <w:rsid w:val="007343BE"/>
    <w:rsid w:val="007343C5"/>
    <w:rsid w:val="00742321"/>
    <w:rsid w:val="00742807"/>
    <w:rsid w:val="00755F52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287"/>
    <w:rsid w:val="00A809BD"/>
    <w:rsid w:val="00A81CFB"/>
    <w:rsid w:val="00A85D6F"/>
    <w:rsid w:val="00AA134E"/>
    <w:rsid w:val="00AA3417"/>
    <w:rsid w:val="00AB5621"/>
    <w:rsid w:val="00AB78A2"/>
    <w:rsid w:val="00AC4A8D"/>
    <w:rsid w:val="00AC5289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25A9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429D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4D8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0B99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POST/DYS/OLD/GZ/00086/2026                        </dmsv2SWPP2ObjectNumber>
    <dmsv2SWPP2SumMD5 xmlns="http://schemas.microsoft.com/sharepoint/v3">e3b94cd279752cf47b4d1faf9930909c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24129974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JEUP5JKVCYQC-1092029480-6759</_dlc_DocId>
    <_dlc_DocIdUrl xmlns="a19cb1c7-c5c7-46d4-85ae-d83685407bba">
      <Url>https://swpp2.dms.gkpge.pl/sites/41/_layouts/15/DocIdRedir.aspx?ID=JEUP5JKVCYQC-1092029480-6759</Url>
      <Description>JEUP5JKVCYQC-1092029480-6759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0B20A-4ECC-440C-B716-976A19303085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BA373E2-7529-4AEC-BAD7-A44AC39F45E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2</Pages>
  <Words>831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15</cp:revision>
  <cp:lastPrinted>2024-07-15T11:21:00Z</cp:lastPrinted>
  <dcterms:created xsi:type="dcterms:W3CDTF">2025-10-01T08:35:00Z</dcterms:created>
  <dcterms:modified xsi:type="dcterms:W3CDTF">2026-01-15T09:06:00Z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78eeff16-5c9c-4ba1-a74b-9ed7ea8e38b2</vt:lpwstr>
  </property>
</Properties>
</file>